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  <w:bookmarkStart w:id="0" w:name="_GoBack"/>
      <w:bookmarkEnd w:id="0"/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727170" w:rsidRPr="000E3C0B" w:rsidRDefault="00727170" w:rsidP="00887241">
      <w:pPr>
        <w:pStyle w:val="Bulleted1"/>
        <w:rPr>
          <w:rFonts w:ascii="Arial" w:hAnsi="Arial"/>
          <w:lang w:val="fr-FR"/>
        </w:rPr>
      </w:pPr>
      <w:r w:rsidRPr="000E3C0B">
        <w:rPr>
          <w:rFonts w:ascii="Arial" w:hAnsi="Arial"/>
          <w:lang w:val="fr-FR"/>
        </w:rPr>
        <w:t>l</w:t>
      </w:r>
      <w:r w:rsidR="00CB3433" w:rsidRPr="000E3C0B">
        <w:rPr>
          <w:rFonts w:ascii="Arial" w:hAnsi="Arial"/>
          <w:lang w:val="fr-FR"/>
        </w:rPr>
        <w:t>a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>plus petite touche de rinçage est complètement ronde</w:t>
      </w:r>
      <w:r w:rsidR="000E3C0B" w:rsidRPr="000E3C0B">
        <w:rPr>
          <w:rFonts w:ascii="Arial" w:hAnsi="Arial"/>
          <w:lang w:val="fr-FR"/>
        </w:rPr>
        <w:t xml:space="preserve"> et s'imbrique légèrement dans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 xml:space="preserve">la plus grande touche de </w:t>
      </w:r>
      <w:r w:rsidRPr="000E3C0B">
        <w:rPr>
          <w:rFonts w:ascii="Arial" w:hAnsi="Arial"/>
          <w:lang w:val="fr-FR"/>
        </w:rPr>
        <w:t>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930EF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0888501" wp14:editId="0063388E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ABC0EF" wp14:editId="53156A70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D7752" wp14:editId="15875CAF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930EF7">
        <w:rPr>
          <w:rFonts w:ascii="Arial" w:hAnsi="Arial" w:cs="Arial"/>
          <w:lang w:val="fr-BE"/>
        </w:rPr>
        <w:t>3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373877" w:rsidRPr="000E3C0B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373877" w:rsidRPr="000E3C0B" w:rsidTr="00940EFF">
        <w:tc>
          <w:tcPr>
            <w:tcW w:w="10026" w:type="dxa"/>
          </w:tcPr>
          <w:p w:rsidR="00373877" w:rsidRPr="0037387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373877">
              <w:rPr>
                <w:rFonts w:ascii="Arial" w:hAnsi="Arial" w:cs="Arial"/>
                <w:b/>
                <w:bCs/>
                <w:color w:val="0070C0"/>
                <w:lang w:val="fr-FR"/>
              </w:rPr>
              <w:t>Plaque et touches de r</w:t>
            </w:r>
            <w:r>
              <w:rPr>
                <w:rFonts w:ascii="Arial" w:hAnsi="Arial" w:cs="Arial"/>
                <w:b/>
                <w:bCs/>
                <w:color w:val="0070C0"/>
                <w:lang w:val="fr-FR"/>
              </w:rPr>
              <w:t>inçage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 xml:space="preserve">special </w:t>
            </w:r>
            <w:proofErr w:type="spellStart"/>
            <w:r w:rsidR="00373877">
              <w:rPr>
                <w:rFonts w:ascii="Arial" w:hAnsi="Arial" w:cs="Arial"/>
                <w:color w:val="0070C0"/>
                <w:lang w:val="en-US"/>
              </w:rPr>
              <w:t>galvanis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foncé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373877" w:rsidRPr="000E3C0B" w:rsidTr="00940EFF">
        <w:tc>
          <w:tcPr>
            <w:tcW w:w="10026" w:type="dxa"/>
          </w:tcPr>
          <w:p w:rsidR="00373877" w:rsidRP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 xml:space="preserve">laqué chromé </w:t>
            </w:r>
            <w:r w:rsidR="00373877" w:rsidRPr="00373877">
              <w:rPr>
                <w:rFonts w:ascii="Arial" w:hAnsi="Arial" w:cs="Arial"/>
                <w:color w:val="0070C0"/>
                <w:lang w:val="fr-FR"/>
              </w:rPr>
              <w:t xml:space="preserve">mat, </w:t>
            </w:r>
            <w:r w:rsidR="00373877"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</w:tr>
    </w:tbl>
    <w:p w:rsidR="00373877" w:rsidRP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373877" w:rsidRPr="000E5167" w:rsidTr="00940EFF">
        <w:tc>
          <w:tcPr>
            <w:tcW w:w="5013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373877" w:rsidRPr="000E5167" w:rsidTr="00940EFF"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ande touche de </w:t>
            </w:r>
            <w:proofErr w:type="spellStart"/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Petite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touche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jaune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vert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bleu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rouge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AF20C0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p w:rsidR="00373877" w:rsidRPr="00A26729" w:rsidRDefault="0037387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373877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10C" w:rsidRDefault="00CC410C">
      <w:r>
        <w:separator/>
      </w:r>
    </w:p>
  </w:endnote>
  <w:endnote w:type="continuationSeparator" w:id="0">
    <w:p w:rsidR="00CC410C" w:rsidRDefault="00C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10C" w:rsidRDefault="00CC410C">
      <w:r>
        <w:separator/>
      </w:r>
    </w:p>
  </w:footnote>
  <w:footnote w:type="continuationSeparator" w:id="0">
    <w:p w:rsidR="00CC410C" w:rsidRDefault="00C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Sigma0</w:t>
    </w:r>
    <w:r w:rsidR="00602CA3">
      <w:rPr>
        <w:rFonts w:ascii="Arial" w:hAnsi="Arial" w:cs="Arial"/>
        <w:b/>
        <w:bCs/>
        <w:lang w:val="fr-FR"/>
      </w:rPr>
      <w:t>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EC4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3C0B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5C2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3877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2FA9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6D66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2CA3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0560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0EF7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19C7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3433"/>
    <w:rsid w:val="00CB493A"/>
    <w:rsid w:val="00CB683B"/>
    <w:rsid w:val="00CB6D62"/>
    <w:rsid w:val="00CB7793"/>
    <w:rsid w:val="00CC29D1"/>
    <w:rsid w:val="00CC410C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6B53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5FAAD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915BBE-B96B-4CF7-A1E8-90F5767CD374}"/>
</file>

<file path=customXml/itemProps2.xml><?xml version="1.0" encoding="utf-8"?>
<ds:datastoreItem xmlns:ds="http://schemas.openxmlformats.org/officeDocument/2006/customXml" ds:itemID="{6427D57F-5C1D-4467-BD1B-B05BEBBB4357}"/>
</file>

<file path=customXml/itemProps3.xml><?xml version="1.0" encoding="utf-8"?>
<ds:datastoreItem xmlns:ds="http://schemas.openxmlformats.org/officeDocument/2006/customXml" ds:itemID="{03211170-2C34-472B-925D-05121661F7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2020-05-06T14:16:00Z</dcterms:created>
  <dcterms:modified xsi:type="dcterms:W3CDTF">2020-05-07T08:36:00Z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